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C68C5">
        <w:rPr>
          <w:rFonts w:ascii="Arial" w:hAnsi="Arial" w:cs="Arial"/>
          <w:b/>
          <w:caps/>
          <w:sz w:val="28"/>
          <w:szCs w:val="28"/>
        </w:rPr>
        <w:t>836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C68C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C68C5">
              <w:rPr>
                <w:rFonts w:ascii="Arial" w:hAnsi="Arial" w:cs="Arial"/>
                <w:sz w:val="20"/>
                <w:szCs w:val="20"/>
              </w:rPr>
              <w:t>Solicita providências visando à troca/manutenção de placas denominativas de vias públicas pertencentes ao Parque Califórnia.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7C68C5" w:rsidRPr="007C68C5">
        <w:rPr>
          <w:rFonts w:ascii="Arial" w:hAnsi="Arial" w:cs="Arial"/>
        </w:rPr>
        <w:t>à troca/manutenção de placas denominativas de vias públicas pertencentes ao Parque Califórnia.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7C68C5" w:rsidRPr="007C68C5" w:rsidRDefault="007C68C5" w:rsidP="007C68C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 o atendimento do presente, indicando, para tanto</w:t>
      </w:r>
      <w:r w:rsidR="00E14C4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atenção às seguintes vias:</w:t>
      </w:r>
    </w:p>
    <w:p w:rsidR="007C68C5" w:rsidRPr="007C68C5" w:rsidRDefault="007C68C5" w:rsidP="007C68C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C68C5">
        <w:rPr>
          <w:rFonts w:ascii="Arial" w:hAnsi="Arial" w:cs="Arial"/>
        </w:rPr>
        <w:t>- Av. Dr. João Victor Lamana;</w:t>
      </w:r>
    </w:p>
    <w:p w:rsidR="007C68C5" w:rsidRPr="007C68C5" w:rsidRDefault="007C68C5" w:rsidP="007C68C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C68C5">
        <w:rPr>
          <w:rFonts w:ascii="Arial" w:hAnsi="Arial" w:cs="Arial"/>
        </w:rPr>
        <w:t>- Rua João Gutierrez de Souza;</w:t>
      </w:r>
    </w:p>
    <w:p w:rsidR="007C68C5" w:rsidRPr="007C68C5" w:rsidRDefault="007C68C5" w:rsidP="007C68C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C68C5">
        <w:rPr>
          <w:rFonts w:ascii="Arial" w:hAnsi="Arial" w:cs="Arial"/>
        </w:rPr>
        <w:t>- Rua José Guardiã Sanches;</w:t>
      </w:r>
    </w:p>
    <w:p w:rsidR="007C68C5" w:rsidRPr="007C68C5" w:rsidRDefault="007C68C5" w:rsidP="007C68C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C68C5">
        <w:rPr>
          <w:rFonts w:ascii="Arial" w:hAnsi="Arial" w:cs="Arial"/>
        </w:rPr>
        <w:t>- Rua</w:t>
      </w:r>
      <w:bookmarkStart w:id="0" w:name="_GoBack"/>
      <w:bookmarkEnd w:id="0"/>
      <w:r w:rsidRPr="007C68C5">
        <w:rPr>
          <w:rFonts w:ascii="Arial" w:hAnsi="Arial" w:cs="Arial"/>
        </w:rPr>
        <w:t xml:space="preserve"> Saadallah José Assad;</w:t>
      </w:r>
    </w:p>
    <w:p w:rsidR="007C68C5" w:rsidRPr="007C68C5" w:rsidRDefault="007C68C5" w:rsidP="007C68C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C68C5">
        <w:rPr>
          <w:rFonts w:ascii="Arial" w:hAnsi="Arial" w:cs="Arial"/>
        </w:rPr>
        <w:t>- Rua Benedito Mauro dos Santos;</w:t>
      </w:r>
    </w:p>
    <w:p w:rsidR="007C68C5" w:rsidRPr="007C68C5" w:rsidRDefault="007C68C5" w:rsidP="007C68C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C68C5">
        <w:rPr>
          <w:rFonts w:ascii="Arial" w:hAnsi="Arial" w:cs="Arial"/>
        </w:rPr>
        <w:t>- Rua Manoel H da Costa;</w:t>
      </w:r>
    </w:p>
    <w:p w:rsidR="007C68C5" w:rsidRPr="007C68C5" w:rsidRDefault="007C68C5" w:rsidP="007C68C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C68C5">
        <w:rPr>
          <w:rFonts w:ascii="Arial" w:hAnsi="Arial" w:cs="Arial"/>
        </w:rPr>
        <w:t>- Rua João Lino da Silva;</w:t>
      </w:r>
    </w:p>
    <w:p w:rsidR="007C68C5" w:rsidRPr="007C68C5" w:rsidRDefault="007C68C5" w:rsidP="007C68C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C68C5">
        <w:rPr>
          <w:rFonts w:ascii="Arial" w:hAnsi="Arial" w:cs="Arial"/>
        </w:rPr>
        <w:t>- Rua Manoel Alves de Oliveira;</w:t>
      </w:r>
    </w:p>
    <w:p w:rsidR="007C68C5" w:rsidRPr="007C68C5" w:rsidRDefault="007C68C5" w:rsidP="007C68C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- Rua Francisco Truyts.</w:t>
      </w:r>
    </w:p>
    <w:p w:rsidR="007C68C5" w:rsidRPr="007C68C5" w:rsidRDefault="007C68C5" w:rsidP="007C68C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C68C5">
        <w:rPr>
          <w:rFonts w:ascii="Arial" w:hAnsi="Arial" w:cs="Arial"/>
        </w:rPr>
        <w:t>De acordo com relatos dos munícipes, muitas placas estão ilegíveis, dificultando a entrega de encomendas e correspondências dos moradores do bairro.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C68C5">
        <w:rPr>
          <w:rFonts w:ascii="Arial" w:hAnsi="Arial" w:cs="Arial"/>
        </w:rPr>
        <w:t xml:space="preserve">4 de abril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Pr="007C68C5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36"/>
        </w:rPr>
      </w:pPr>
    </w:p>
    <w:p w:rsidR="007C68C5" w:rsidRPr="00BD44D7" w:rsidRDefault="007C68C5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18"/>
        </w:rPr>
      </w:pPr>
    </w:p>
    <w:p w:rsidR="007C68C5" w:rsidRPr="007C68C5" w:rsidRDefault="007C68C5" w:rsidP="00A34F2C">
      <w:pPr>
        <w:jc w:val="center"/>
        <w:rPr>
          <w:rFonts w:ascii="Arial" w:hAnsi="Arial" w:cs="Arial"/>
          <w:b/>
          <w:sz w:val="22"/>
        </w:rPr>
      </w:pPr>
      <w:r w:rsidRPr="007C68C5">
        <w:rPr>
          <w:rFonts w:ascii="Arial" w:hAnsi="Arial" w:cs="Arial"/>
          <w:b/>
          <w:sz w:val="22"/>
        </w:rPr>
        <w:t>DR. RODRIGO SALOMON</w:t>
      </w:r>
    </w:p>
    <w:p w:rsidR="00F01932" w:rsidRDefault="007C68C5" w:rsidP="007C68C5">
      <w:pPr>
        <w:jc w:val="center"/>
        <w:rPr>
          <w:rFonts w:ascii="Arial" w:hAnsi="Arial" w:cs="Arial"/>
        </w:rPr>
      </w:pPr>
      <w:r w:rsidRPr="007C68C5">
        <w:rPr>
          <w:rFonts w:ascii="Arial" w:hAnsi="Arial" w:cs="Arial"/>
          <w:sz w:val="22"/>
        </w:rPr>
        <w:t>Vereador - PSDB</w:t>
      </w:r>
    </w:p>
    <w:sectPr w:rsidR="00F01932" w:rsidSect="00BD44D7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709" w:bottom="709" w:left="1701" w:header="426" w:footer="77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8C1" w:rsidRDefault="00B128C1">
      <w:r>
        <w:separator/>
      </w:r>
    </w:p>
  </w:endnote>
  <w:endnote w:type="continuationSeparator" w:id="0">
    <w:p w:rsidR="00B128C1" w:rsidRDefault="00B12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8C1" w:rsidRDefault="00B128C1">
      <w:r>
        <w:separator/>
      </w:r>
    </w:p>
  </w:footnote>
  <w:footnote w:type="continuationSeparator" w:id="0">
    <w:p w:rsidR="00B128C1" w:rsidRDefault="00B128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C68C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D44D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03" name="Imagem 30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304" name="Imagem 304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D11C4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C68C5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1511F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128C1"/>
    <w:rsid w:val="00B57E0F"/>
    <w:rsid w:val="00B75CEF"/>
    <w:rsid w:val="00BA1565"/>
    <w:rsid w:val="00BA1F3F"/>
    <w:rsid w:val="00BB3F3E"/>
    <w:rsid w:val="00BC44DF"/>
    <w:rsid w:val="00BD1F36"/>
    <w:rsid w:val="00BD3C47"/>
    <w:rsid w:val="00BD44D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C46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6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04C34-6020-456E-ADD3-A0C39AEF0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1</Pages>
  <Words>166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2018-04-02T12:14:00Z</dcterms:created>
  <dcterms:modified xsi:type="dcterms:W3CDTF">2018-04-02T12:23:00Z</dcterms:modified>
</cp:coreProperties>
</file>